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B7A9E" w14:textId="77777777" w:rsidR="00AC5791" w:rsidRPr="00517EF6" w:rsidRDefault="00227CE1" w:rsidP="00FA6EBF">
      <w:pPr>
        <w:ind w:left="2880" w:firstLine="720"/>
        <w:rPr>
          <w:rFonts w:ascii="Times New Roman" w:hAnsi="Times New Roman" w:cs="Times New Roman"/>
        </w:rPr>
      </w:pPr>
      <w:r w:rsidRPr="00517EF6">
        <w:rPr>
          <w:rFonts w:ascii="Times New Roman" w:hAnsi="Times New Roman" w:cs="Times New Roman"/>
          <w:b/>
          <w:bCs/>
          <w:sz w:val="28"/>
          <w:szCs w:val="28"/>
        </w:rPr>
        <w:t>RESUME</w:t>
      </w:r>
    </w:p>
    <w:p w14:paraId="263BDB7D" w14:textId="77777777" w:rsidR="00AC5791" w:rsidRPr="00517EF6" w:rsidRDefault="00AC5791">
      <w:pPr>
        <w:rPr>
          <w:rFonts w:ascii="Times New Roman" w:hAnsi="Times New Roman" w:cs="Times New Roman"/>
        </w:rPr>
      </w:pPr>
    </w:p>
    <w:p w14:paraId="616006F3" w14:textId="77777777" w:rsidR="00AC5791" w:rsidRPr="00517EF6" w:rsidRDefault="00FF5E76" w:rsidP="00FF5E76">
      <w:pPr>
        <w:pStyle w:val="Heading1"/>
        <w:keepNext/>
        <w:ind w:left="5040" w:hanging="50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V.R.MANI KUMAR </w:t>
      </w:r>
      <w:r>
        <w:rPr>
          <w:rFonts w:ascii="Times New Roman" w:hAnsi="Times New Roman" w:cs="Times New Roman"/>
          <w:b/>
          <w:bCs/>
        </w:rPr>
        <w:tab/>
        <w:t xml:space="preserve">       E-</w:t>
      </w:r>
      <w:r>
        <w:rPr>
          <w:rFonts w:ascii="Times New Roman" w:hAnsi="Times New Roman" w:cs="Times New Roman"/>
          <w:b/>
          <w:bCs/>
        </w:rPr>
        <w:tab/>
      </w:r>
      <w:r w:rsidR="00AC5791" w:rsidRPr="00517EF6">
        <w:rPr>
          <w:rFonts w:ascii="Times New Roman" w:hAnsi="Times New Roman" w:cs="Times New Roman"/>
          <w:b/>
          <w:bCs/>
        </w:rPr>
        <w:t>mail:</w:t>
      </w:r>
      <w:r w:rsidR="00FA6EBF">
        <w:rPr>
          <w:rFonts w:ascii="Times New Roman" w:hAnsi="Times New Roman" w:cs="Times New Roman"/>
          <w:b/>
          <w:bCs/>
          <w:color w:val="0000FF"/>
        </w:rPr>
        <w:t>vrmanikumar</w:t>
      </w:r>
      <w:r w:rsidR="00ED79F1" w:rsidRPr="00517EF6">
        <w:rPr>
          <w:rFonts w:ascii="Times New Roman" w:hAnsi="Times New Roman" w:cs="Times New Roman"/>
          <w:b/>
          <w:bCs/>
          <w:color w:val="0000FF"/>
        </w:rPr>
        <w:t>@gmail.com</w:t>
      </w:r>
    </w:p>
    <w:p w14:paraId="3BF78F7D" w14:textId="01DCAA73" w:rsidR="004313E2" w:rsidRPr="00517EF6" w:rsidRDefault="00517EF6">
      <w:pPr>
        <w:pBdr>
          <w:bottom w:val="single" w:sz="12" w:space="10" w:color="auto"/>
        </w:pBd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07697D">
        <w:rPr>
          <w:rFonts w:ascii="Times New Roman" w:hAnsi="Times New Roman" w:cs="Times New Roman"/>
        </w:rPr>
        <w:tab/>
      </w:r>
      <w:r w:rsidR="0007697D">
        <w:rPr>
          <w:rFonts w:ascii="Times New Roman" w:hAnsi="Times New Roman" w:cs="Times New Roman"/>
        </w:rPr>
        <w:tab/>
      </w:r>
      <w:r w:rsidR="00FF5E76">
        <w:rPr>
          <w:rFonts w:ascii="Times New Roman" w:hAnsi="Times New Roman" w:cs="Times New Roman"/>
        </w:rPr>
        <w:t xml:space="preserve">                   </w:t>
      </w:r>
      <w:r w:rsidR="0060684A" w:rsidRPr="00517EF6">
        <w:rPr>
          <w:rFonts w:ascii="Times New Roman" w:hAnsi="Times New Roman" w:cs="Times New Roman"/>
          <w:b/>
        </w:rPr>
        <w:t>Mobile:</w:t>
      </w:r>
      <w:r w:rsidR="00FA6EBF">
        <w:rPr>
          <w:rFonts w:ascii="Times New Roman" w:hAnsi="Times New Roman" w:cs="Times New Roman"/>
          <w:b/>
          <w:bCs/>
        </w:rPr>
        <w:t xml:space="preserve"> +91</w:t>
      </w:r>
      <w:r w:rsidR="00CA6801">
        <w:rPr>
          <w:rFonts w:ascii="Times New Roman" w:hAnsi="Times New Roman" w:cs="Times New Roman"/>
          <w:b/>
          <w:bCs/>
        </w:rPr>
        <w:t xml:space="preserve"> </w:t>
      </w:r>
      <w:r w:rsidR="003779DB">
        <w:rPr>
          <w:rFonts w:ascii="Times New Roman" w:hAnsi="Times New Roman" w:cs="Times New Roman"/>
          <w:b/>
          <w:bCs/>
        </w:rPr>
        <w:t>9</w:t>
      </w:r>
      <w:r w:rsidR="006A3B79">
        <w:rPr>
          <w:rFonts w:ascii="Times New Roman" w:hAnsi="Times New Roman" w:cs="Times New Roman"/>
          <w:b/>
          <w:bCs/>
        </w:rPr>
        <w:t>553733334</w:t>
      </w:r>
    </w:p>
    <w:p w14:paraId="234887E0" w14:textId="77777777" w:rsidR="00AC5791" w:rsidRPr="00517EF6" w:rsidRDefault="00AC5791">
      <w:pPr>
        <w:jc w:val="both"/>
        <w:rPr>
          <w:rFonts w:ascii="Times New Roman" w:hAnsi="Times New Roman" w:cs="Times New Roman"/>
        </w:rPr>
      </w:pPr>
    </w:p>
    <w:p w14:paraId="30917192" w14:textId="77777777" w:rsidR="00AC5791" w:rsidRPr="00517EF6" w:rsidRDefault="00AC5791">
      <w:pPr>
        <w:shd w:val="clear" w:color="auto" w:fill="C0C0C0"/>
        <w:rPr>
          <w:rFonts w:ascii="Times New Roman" w:hAnsi="Times New Roman" w:cs="Times New Roman"/>
          <w:b/>
          <w:bCs/>
        </w:rPr>
      </w:pPr>
      <w:r w:rsidRPr="00517EF6">
        <w:rPr>
          <w:rFonts w:ascii="Times New Roman" w:hAnsi="Times New Roman" w:cs="Times New Roman"/>
          <w:b/>
          <w:bCs/>
        </w:rPr>
        <w:t xml:space="preserve">CAREER </w:t>
      </w:r>
      <w:proofErr w:type="gramStart"/>
      <w:r w:rsidRPr="00517EF6">
        <w:rPr>
          <w:rFonts w:ascii="Times New Roman" w:hAnsi="Times New Roman" w:cs="Times New Roman"/>
          <w:b/>
          <w:bCs/>
        </w:rPr>
        <w:t>OBJECTIVE :</w:t>
      </w:r>
      <w:proofErr w:type="gramEnd"/>
    </w:p>
    <w:p w14:paraId="56BEB5AB" w14:textId="77777777" w:rsidR="002B78A1" w:rsidRPr="00517EF6" w:rsidRDefault="002B78A1">
      <w:pPr>
        <w:rPr>
          <w:rFonts w:ascii="Times New Roman" w:hAnsi="Times New Roman" w:cs="Times New Roman"/>
          <w:color w:val="000000"/>
        </w:rPr>
      </w:pPr>
    </w:p>
    <w:p w14:paraId="6D4C53D5" w14:textId="77777777" w:rsidR="002B78A1" w:rsidRPr="00517EF6" w:rsidRDefault="00AC5791" w:rsidP="00517EF6">
      <w:pPr>
        <w:ind w:firstLine="720"/>
        <w:rPr>
          <w:rFonts w:ascii="Times New Roman" w:hAnsi="Times New Roman" w:cs="Times New Roman"/>
          <w:b/>
          <w:bCs/>
          <w:color w:val="000000"/>
        </w:rPr>
      </w:pPr>
      <w:r w:rsidRPr="00517EF6">
        <w:rPr>
          <w:rFonts w:ascii="Times New Roman" w:hAnsi="Times New Roman" w:cs="Times New Roman"/>
          <w:color w:val="000000"/>
        </w:rPr>
        <w:t>To work in a challenging and creative environment and effectively contribute towards the goals of the organization through dedication and hard work.</w:t>
      </w:r>
    </w:p>
    <w:p w14:paraId="2439161B" w14:textId="77777777" w:rsidR="00D116EF" w:rsidRPr="00517EF6" w:rsidRDefault="00D116EF">
      <w:pPr>
        <w:rPr>
          <w:rFonts w:ascii="Times New Roman" w:hAnsi="Times New Roman" w:cs="Times New Roman"/>
        </w:rPr>
      </w:pPr>
    </w:p>
    <w:p w14:paraId="3D11C9DF" w14:textId="77777777" w:rsidR="00227CE1" w:rsidRPr="00517EF6" w:rsidRDefault="001F2543" w:rsidP="00227CE1">
      <w:pPr>
        <w:shd w:val="clear" w:color="auto" w:fill="C0C0C0"/>
        <w:rPr>
          <w:rFonts w:ascii="Times New Roman" w:hAnsi="Times New Roman" w:cs="Times New Roman"/>
          <w:b/>
          <w:bCs/>
        </w:rPr>
      </w:pPr>
      <w:r w:rsidRPr="00517EF6">
        <w:rPr>
          <w:rFonts w:ascii="Times New Roman" w:hAnsi="Times New Roman" w:cs="Times New Roman"/>
          <w:b/>
          <w:bCs/>
        </w:rPr>
        <w:t>EDUCATIONAL QUALIFICATION:</w:t>
      </w:r>
    </w:p>
    <w:p w14:paraId="6E7A5576" w14:textId="77777777" w:rsidR="001F2543" w:rsidRPr="00517EF6" w:rsidRDefault="001F2543" w:rsidP="00227CE1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8796" w:type="dxa"/>
        <w:tblLayout w:type="fixed"/>
        <w:tblLook w:val="0000" w:firstRow="0" w:lastRow="0" w:firstColumn="0" w:lastColumn="0" w:noHBand="0" w:noVBand="0"/>
      </w:tblPr>
      <w:tblGrid>
        <w:gridCol w:w="2619"/>
        <w:gridCol w:w="2936"/>
        <w:gridCol w:w="1556"/>
        <w:gridCol w:w="1685"/>
      </w:tblGrid>
      <w:tr w:rsidR="00227CE1" w:rsidRPr="00517EF6" w14:paraId="56B04EBB" w14:textId="77777777" w:rsidTr="00EE639D">
        <w:trPr>
          <w:trHeight w:val="703"/>
        </w:trPr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662D8DD2" w14:textId="77777777" w:rsidR="00227CE1" w:rsidRPr="00517EF6" w:rsidRDefault="00227CE1" w:rsidP="00517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CA6982A" w14:textId="77777777" w:rsidR="00227CE1" w:rsidRPr="00517EF6" w:rsidRDefault="00227CE1" w:rsidP="00517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EF6">
              <w:rPr>
                <w:rFonts w:ascii="Times New Roman" w:hAnsi="Times New Roman" w:cs="Times New Roman"/>
                <w:b/>
                <w:bCs/>
              </w:rPr>
              <w:t>Examination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1E286C29" w14:textId="77777777" w:rsidR="00227CE1" w:rsidRPr="00517EF6" w:rsidRDefault="00227CE1" w:rsidP="00517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0FCA1FC3" w14:textId="77777777" w:rsidR="00227CE1" w:rsidRPr="00517EF6" w:rsidRDefault="00227CE1" w:rsidP="00517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EF6">
              <w:rPr>
                <w:rFonts w:ascii="Times New Roman" w:hAnsi="Times New Roman" w:cs="Times New Roman"/>
                <w:b/>
                <w:bCs/>
              </w:rPr>
              <w:t>Board/University/College.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58313E86" w14:textId="77777777" w:rsidR="00227CE1" w:rsidRPr="00517EF6" w:rsidRDefault="00227CE1" w:rsidP="00517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4388DD7" w14:textId="77777777" w:rsidR="00227CE1" w:rsidRPr="00517EF6" w:rsidRDefault="00227CE1" w:rsidP="00517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EF6">
              <w:rPr>
                <w:rFonts w:ascii="Times New Roman" w:hAnsi="Times New Roman" w:cs="Times New Roman"/>
                <w:b/>
                <w:bCs/>
              </w:rPr>
              <w:t>Year of Passing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14:paraId="38A67847" w14:textId="77777777" w:rsidR="00227CE1" w:rsidRPr="00517EF6" w:rsidRDefault="00227CE1" w:rsidP="00517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5610957" w14:textId="77777777" w:rsidR="00227CE1" w:rsidRPr="00517EF6" w:rsidRDefault="00227CE1" w:rsidP="00517EF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17EF6">
              <w:rPr>
                <w:rFonts w:ascii="Times New Roman" w:hAnsi="Times New Roman" w:cs="Times New Roman"/>
                <w:b/>
                <w:bCs/>
              </w:rPr>
              <w:t>Aggregate</w:t>
            </w:r>
          </w:p>
        </w:tc>
      </w:tr>
      <w:tr w:rsidR="00EA367F" w:rsidRPr="00517EF6" w14:paraId="3BCF9459" w14:textId="77777777" w:rsidTr="00EE639D">
        <w:trPr>
          <w:trHeight w:val="648"/>
        </w:trPr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94D00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MBA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BD682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 w:rsidRPr="001561D9">
              <w:rPr>
                <w:rFonts w:ascii="Times New Roman" w:hAnsi="Times New Roman" w:cs="Times New Roman"/>
              </w:rPr>
              <w:t>Jawaharlal Nehru</w:t>
            </w:r>
            <w:r>
              <w:rPr>
                <w:rFonts w:ascii="Times New Roman" w:hAnsi="Times New Roman" w:cs="Times New Roman"/>
              </w:rPr>
              <w:t xml:space="preserve"> T</w:t>
            </w:r>
            <w:r w:rsidRPr="001561D9">
              <w:rPr>
                <w:rFonts w:ascii="Times New Roman" w:hAnsi="Times New Roman" w:cs="Times New Roman"/>
              </w:rPr>
              <w:t xml:space="preserve">echnological university 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12D70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 w:rsidRPr="00517EF6">
              <w:rPr>
                <w:rFonts w:ascii="Times New Roman" w:hAnsi="Times New Roman" w:cs="Times New Roman"/>
              </w:rPr>
              <w:t xml:space="preserve">April </w:t>
            </w: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91766" w14:textId="77777777" w:rsidR="00EA367F" w:rsidRDefault="00EA367F" w:rsidP="00EA367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90%</w:t>
            </w:r>
          </w:p>
          <w:p w14:paraId="6FC38B9A" w14:textId="77777777" w:rsidR="00EA367F" w:rsidRPr="00B269A9" w:rsidRDefault="00EA367F" w:rsidP="00EA367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</w:tr>
      <w:tr w:rsidR="00EA367F" w:rsidRPr="00517EF6" w14:paraId="4D5DF639" w14:textId="77777777" w:rsidTr="00EE639D">
        <w:trPr>
          <w:trHeight w:val="648"/>
        </w:trPr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AE87C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 w:rsidRPr="00517EF6">
              <w:rPr>
                <w:rFonts w:ascii="Times New Roman" w:hAnsi="Times New Roman" w:cs="Times New Roman"/>
              </w:rPr>
              <w:t>Computer education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5A1D4" w14:textId="77777777" w:rsidR="00EA367F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Diploma in computers, Tally</w:t>
            </w:r>
          </w:p>
          <w:p w14:paraId="5F8E387A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980E7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 w:rsidRPr="00517EF6">
              <w:rPr>
                <w:rFonts w:ascii="Times New Roman" w:hAnsi="Times New Roman" w:cs="Times New Roman"/>
              </w:rPr>
              <w:t>Oct 2011</w:t>
            </w: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2FCED" w14:textId="77777777" w:rsidR="00EA367F" w:rsidRPr="00B269A9" w:rsidRDefault="00EA367F" w:rsidP="00EA367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90</w:t>
            </w:r>
            <w:r w:rsidRPr="00B269A9">
              <w:rPr>
                <w:rFonts w:ascii="Times New Roman" w:hAnsi="Times New Roman" w:cs="Times New Roman"/>
                <w:bCs/>
                <w:color w:val="000000" w:themeColor="text1"/>
              </w:rPr>
              <w:t>%</w:t>
            </w:r>
          </w:p>
        </w:tc>
      </w:tr>
      <w:tr w:rsidR="00EA367F" w:rsidRPr="00517EF6" w14:paraId="53709B34" w14:textId="77777777" w:rsidTr="00EE639D">
        <w:trPr>
          <w:trHeight w:val="648"/>
        </w:trPr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BD8A7" w14:textId="77777777" w:rsidR="00EA367F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B.COM</w:t>
            </w:r>
          </w:p>
          <w:p w14:paraId="49734061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9AE8A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 w:rsidRPr="00517EF6">
              <w:rPr>
                <w:rFonts w:ascii="Times New Roman" w:hAnsi="Times New Roman" w:cs="Times New Roman"/>
              </w:rPr>
              <w:t xml:space="preserve">Sri </w:t>
            </w:r>
            <w:proofErr w:type="spellStart"/>
            <w:r w:rsidRPr="00517EF6">
              <w:rPr>
                <w:rFonts w:ascii="Times New Roman" w:hAnsi="Times New Roman" w:cs="Times New Roman"/>
              </w:rPr>
              <w:t>Venkateswara</w:t>
            </w:r>
            <w:proofErr w:type="spellEnd"/>
            <w:r w:rsidRPr="00517EF6">
              <w:rPr>
                <w:rFonts w:ascii="Times New Roman" w:hAnsi="Times New Roman" w:cs="Times New Roman"/>
              </w:rPr>
              <w:t xml:space="preserve"> university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9D428" w14:textId="77777777" w:rsidR="00EA367F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 w:rsidRPr="00517EF6">
              <w:rPr>
                <w:rFonts w:ascii="Times New Roman" w:hAnsi="Times New Roman" w:cs="Times New Roman"/>
              </w:rPr>
              <w:t>April</w:t>
            </w:r>
            <w:r>
              <w:rPr>
                <w:rFonts w:ascii="Times New Roman" w:hAnsi="Times New Roman" w:cs="Times New Roman"/>
              </w:rPr>
              <w:t xml:space="preserve"> 2010</w:t>
            </w:r>
          </w:p>
          <w:p w14:paraId="47BCA4D9" w14:textId="77777777" w:rsidR="00EA367F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</w:p>
          <w:p w14:paraId="2B0CFA04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0357C" w14:textId="77777777" w:rsidR="00EA367F" w:rsidRPr="00B269A9" w:rsidRDefault="00EA367F" w:rsidP="00EA367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B269A9">
              <w:rPr>
                <w:rFonts w:ascii="Times New Roman" w:hAnsi="Times New Roman" w:cs="Times New Roman"/>
                <w:bCs/>
                <w:color w:val="000000" w:themeColor="text1"/>
              </w:rPr>
              <w:t>72%</w:t>
            </w:r>
          </w:p>
        </w:tc>
      </w:tr>
      <w:tr w:rsidR="00EA367F" w:rsidRPr="00517EF6" w14:paraId="5B1709EE" w14:textId="77777777" w:rsidTr="005F17A1">
        <w:trPr>
          <w:trHeight w:val="796"/>
        </w:trPr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FF0CD5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Intermediate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C1348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Board of Intermediate </w:t>
            </w:r>
            <w:r w:rsidRPr="00517EF6">
              <w:rPr>
                <w:rFonts w:ascii="Times New Roman" w:hAnsi="Times New Roman" w:cs="Times New Roman"/>
              </w:rPr>
              <w:t>Education, AP.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C8B13" w14:textId="77777777" w:rsidR="00EA367F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 w:rsidRPr="00517EF6">
              <w:rPr>
                <w:rFonts w:ascii="Times New Roman" w:hAnsi="Times New Roman" w:cs="Times New Roman"/>
              </w:rPr>
              <w:t>March  20</w:t>
            </w:r>
            <w:r>
              <w:rPr>
                <w:rFonts w:ascii="Times New Roman" w:hAnsi="Times New Roman" w:cs="Times New Roman"/>
              </w:rPr>
              <w:t>07</w:t>
            </w:r>
          </w:p>
          <w:p w14:paraId="26900A2E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35BFA" w14:textId="77777777" w:rsidR="00EA367F" w:rsidRPr="00B269A9" w:rsidRDefault="00EA367F" w:rsidP="00EA36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85</w:t>
            </w:r>
            <w:r w:rsidRPr="00B269A9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  <w:p w14:paraId="734C7AC8" w14:textId="77777777" w:rsidR="00EA367F" w:rsidRPr="00B269A9" w:rsidRDefault="00EA367F" w:rsidP="00EA367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580F3953" w14:textId="77777777" w:rsidR="00EA367F" w:rsidRPr="00B269A9" w:rsidRDefault="00EA367F" w:rsidP="00EA367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</w:tc>
      </w:tr>
      <w:tr w:rsidR="00EA367F" w:rsidRPr="00517EF6" w14:paraId="3098B962" w14:textId="77777777" w:rsidTr="00EE639D">
        <w:trPr>
          <w:trHeight w:val="777"/>
        </w:trPr>
        <w:tc>
          <w:tcPr>
            <w:tcW w:w="2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4D511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S.S.C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EAC56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Board of Secondary </w:t>
            </w:r>
            <w:r w:rsidRPr="00517EF6">
              <w:rPr>
                <w:rFonts w:ascii="Times New Roman" w:hAnsi="Times New Roman" w:cs="Times New Roman"/>
              </w:rPr>
              <w:t>Education, AP.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6642B" w14:textId="77777777" w:rsidR="00EA367F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  <w:r w:rsidRPr="00517EF6">
              <w:rPr>
                <w:rFonts w:ascii="Times New Roman" w:hAnsi="Times New Roman" w:cs="Times New Roman"/>
              </w:rPr>
              <w:t>March  20</w:t>
            </w:r>
            <w:r>
              <w:rPr>
                <w:rFonts w:ascii="Times New Roman" w:hAnsi="Times New Roman" w:cs="Times New Roman"/>
              </w:rPr>
              <w:t>05</w:t>
            </w:r>
          </w:p>
          <w:p w14:paraId="352D8217" w14:textId="77777777" w:rsidR="00EA367F" w:rsidRPr="00517EF6" w:rsidRDefault="00EA367F" w:rsidP="00EA36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4763C" w14:textId="77777777" w:rsidR="00EA367F" w:rsidRPr="00B269A9" w:rsidRDefault="00EA367F" w:rsidP="00EA367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72%</w:t>
            </w:r>
          </w:p>
        </w:tc>
      </w:tr>
    </w:tbl>
    <w:p w14:paraId="6E0CB96B" w14:textId="77777777" w:rsidR="001F2543" w:rsidRDefault="001F2543" w:rsidP="001F2543">
      <w:pPr>
        <w:shd w:val="clear" w:color="auto" w:fill="FFFFFF" w:themeFill="background1"/>
        <w:rPr>
          <w:rFonts w:ascii="Times New Roman" w:hAnsi="Times New Roman" w:cs="Times New Roman"/>
          <w:b/>
          <w:bCs/>
        </w:rPr>
      </w:pPr>
      <w:bookmarkStart w:id="0" w:name="01000005"/>
      <w:bookmarkEnd w:id="0"/>
    </w:p>
    <w:p w14:paraId="79322F62" w14:textId="77777777" w:rsidR="00302961" w:rsidRPr="00517EF6" w:rsidRDefault="00302961" w:rsidP="00302961">
      <w:pPr>
        <w:shd w:val="clear" w:color="auto" w:fill="C0C0C0"/>
        <w:rPr>
          <w:rFonts w:ascii="Times New Roman" w:hAnsi="Times New Roman" w:cs="Times New Roman"/>
          <w:b/>
          <w:bCs/>
        </w:rPr>
      </w:pPr>
      <w:r w:rsidRPr="00517EF6">
        <w:rPr>
          <w:rFonts w:ascii="Times New Roman" w:hAnsi="Times New Roman" w:cs="Times New Roman"/>
          <w:b/>
          <w:bCs/>
        </w:rPr>
        <w:t>Ad</w:t>
      </w:r>
      <w:r w:rsidR="003F19BB" w:rsidRPr="00517EF6">
        <w:rPr>
          <w:rFonts w:ascii="Times New Roman" w:hAnsi="Times New Roman" w:cs="Times New Roman"/>
          <w:b/>
          <w:bCs/>
        </w:rPr>
        <w:t>d</w:t>
      </w:r>
      <w:r w:rsidRPr="00517EF6">
        <w:rPr>
          <w:rFonts w:ascii="Times New Roman" w:hAnsi="Times New Roman" w:cs="Times New Roman"/>
          <w:b/>
          <w:bCs/>
        </w:rPr>
        <w:t>ress:</w:t>
      </w:r>
    </w:p>
    <w:p w14:paraId="1550CA00" w14:textId="77777777" w:rsidR="00EA367F" w:rsidRDefault="00EA367F" w:rsidP="005F17A1">
      <w:pPr>
        <w:rPr>
          <w:rFonts w:ascii="Times New Roman" w:hAnsi="Times New Roman" w:cs="Times New Roman"/>
          <w:b/>
          <w:bCs/>
        </w:rPr>
      </w:pPr>
    </w:p>
    <w:p w14:paraId="57621E2B" w14:textId="77777777" w:rsidR="00AC5791" w:rsidRPr="00517EF6" w:rsidRDefault="00AC5791" w:rsidP="005F17A1">
      <w:pPr>
        <w:rPr>
          <w:rFonts w:ascii="Times New Roman" w:hAnsi="Times New Roman" w:cs="Times New Roman"/>
        </w:rPr>
      </w:pPr>
      <w:r w:rsidRPr="00517EF6">
        <w:rPr>
          <w:rFonts w:ascii="Times New Roman" w:hAnsi="Times New Roman" w:cs="Times New Roman"/>
          <w:b/>
          <w:bCs/>
        </w:rPr>
        <w:t>Name</w:t>
      </w:r>
      <w:r w:rsidRPr="00517EF6">
        <w:rPr>
          <w:rFonts w:ascii="Times New Roman" w:hAnsi="Times New Roman" w:cs="Times New Roman"/>
          <w:b/>
          <w:bCs/>
        </w:rPr>
        <w:tab/>
      </w:r>
      <w:r w:rsidRPr="00517EF6">
        <w:rPr>
          <w:rFonts w:ascii="Times New Roman" w:hAnsi="Times New Roman" w:cs="Times New Roman"/>
        </w:rPr>
        <w:tab/>
      </w:r>
      <w:r w:rsidRPr="00517EF6">
        <w:rPr>
          <w:rFonts w:ascii="Times New Roman" w:hAnsi="Times New Roman" w:cs="Times New Roman"/>
        </w:rPr>
        <w:tab/>
      </w:r>
      <w:r w:rsidR="001561D9" w:rsidRPr="00517EF6">
        <w:rPr>
          <w:rFonts w:ascii="Times New Roman" w:hAnsi="Times New Roman" w:cs="Times New Roman"/>
          <w:b/>
          <w:bCs/>
        </w:rPr>
        <w:t>: V.R.MANI</w:t>
      </w:r>
      <w:r w:rsidR="00BD187F">
        <w:rPr>
          <w:rFonts w:ascii="Times New Roman" w:hAnsi="Times New Roman" w:cs="Times New Roman"/>
          <w:b/>
          <w:bCs/>
        </w:rPr>
        <w:t xml:space="preserve"> KUMAR</w:t>
      </w:r>
    </w:p>
    <w:p w14:paraId="6A2C2BFD" w14:textId="77777777" w:rsidR="00AC5791" w:rsidRPr="00517EF6" w:rsidRDefault="00AC5791" w:rsidP="005F17A1">
      <w:pPr>
        <w:rPr>
          <w:rFonts w:ascii="Times New Roman" w:hAnsi="Times New Roman" w:cs="Times New Roman"/>
        </w:rPr>
      </w:pPr>
      <w:r w:rsidRPr="00517EF6">
        <w:rPr>
          <w:rFonts w:ascii="Times New Roman" w:hAnsi="Times New Roman" w:cs="Times New Roman"/>
          <w:b/>
          <w:bCs/>
        </w:rPr>
        <w:t>Father’s Name</w:t>
      </w:r>
      <w:r w:rsidRPr="00517EF6">
        <w:rPr>
          <w:rFonts w:ascii="Times New Roman" w:hAnsi="Times New Roman" w:cs="Times New Roman"/>
        </w:rPr>
        <w:tab/>
      </w:r>
      <w:r w:rsidR="001561D9" w:rsidRPr="00517EF6">
        <w:rPr>
          <w:rFonts w:ascii="Times New Roman" w:hAnsi="Times New Roman" w:cs="Times New Roman"/>
          <w:b/>
          <w:bCs/>
        </w:rPr>
        <w:t>:</w:t>
      </w:r>
      <w:r w:rsidR="001561D9">
        <w:rPr>
          <w:rFonts w:ascii="Times New Roman" w:hAnsi="Times New Roman" w:cs="Times New Roman"/>
        </w:rPr>
        <w:t xml:space="preserve"> V</w:t>
      </w:r>
      <w:r w:rsidR="00BD187F">
        <w:rPr>
          <w:rFonts w:ascii="Times New Roman" w:hAnsi="Times New Roman" w:cs="Times New Roman"/>
        </w:rPr>
        <w:t>. RAMACHANDRA</w:t>
      </w:r>
    </w:p>
    <w:p w14:paraId="3BA076FB" w14:textId="77777777" w:rsidR="00AC5791" w:rsidRPr="00517EF6" w:rsidRDefault="00AC5791" w:rsidP="005F17A1">
      <w:pPr>
        <w:tabs>
          <w:tab w:val="left" w:pos="4410"/>
        </w:tabs>
        <w:rPr>
          <w:rFonts w:ascii="Times New Roman" w:hAnsi="Times New Roman" w:cs="Times New Roman"/>
        </w:rPr>
      </w:pPr>
      <w:r w:rsidRPr="00517EF6">
        <w:rPr>
          <w:rFonts w:ascii="Times New Roman" w:hAnsi="Times New Roman" w:cs="Times New Roman"/>
          <w:b/>
          <w:bCs/>
        </w:rPr>
        <w:t xml:space="preserve">Gender                    </w:t>
      </w:r>
      <w:r w:rsidR="00F5786B">
        <w:rPr>
          <w:rFonts w:ascii="Times New Roman" w:hAnsi="Times New Roman" w:cs="Times New Roman"/>
          <w:b/>
          <w:bCs/>
        </w:rPr>
        <w:t xml:space="preserve">   </w:t>
      </w:r>
      <w:r w:rsidRPr="00517EF6">
        <w:rPr>
          <w:rFonts w:ascii="Times New Roman" w:hAnsi="Times New Roman" w:cs="Times New Roman"/>
          <w:b/>
          <w:bCs/>
        </w:rPr>
        <w:t>:</w:t>
      </w:r>
      <w:r w:rsidRPr="00517EF6">
        <w:rPr>
          <w:rFonts w:ascii="Times New Roman" w:hAnsi="Times New Roman" w:cs="Times New Roman"/>
        </w:rPr>
        <w:t xml:space="preserve"> Male</w:t>
      </w:r>
    </w:p>
    <w:p w14:paraId="16014E82" w14:textId="77777777" w:rsidR="00AC5791" w:rsidRPr="00517EF6" w:rsidRDefault="00AC5791" w:rsidP="005F17A1">
      <w:pPr>
        <w:rPr>
          <w:rFonts w:ascii="Times New Roman" w:hAnsi="Times New Roman" w:cs="Times New Roman"/>
        </w:rPr>
      </w:pPr>
      <w:r w:rsidRPr="00517EF6">
        <w:rPr>
          <w:rFonts w:ascii="Times New Roman" w:hAnsi="Times New Roman" w:cs="Times New Roman"/>
          <w:b/>
          <w:bCs/>
        </w:rPr>
        <w:t>Date of Birth</w:t>
      </w:r>
      <w:r w:rsidRPr="00517EF6">
        <w:rPr>
          <w:rFonts w:ascii="Times New Roman" w:hAnsi="Times New Roman" w:cs="Times New Roman"/>
        </w:rPr>
        <w:tab/>
      </w:r>
      <w:r w:rsidR="00F5786B">
        <w:rPr>
          <w:rFonts w:ascii="Times New Roman" w:hAnsi="Times New Roman" w:cs="Times New Roman"/>
        </w:rPr>
        <w:t xml:space="preserve">            </w:t>
      </w:r>
      <w:r w:rsidR="001561D9" w:rsidRPr="00517EF6">
        <w:rPr>
          <w:rFonts w:ascii="Times New Roman" w:hAnsi="Times New Roman" w:cs="Times New Roman"/>
          <w:b/>
          <w:bCs/>
        </w:rPr>
        <w:t>:</w:t>
      </w:r>
      <w:r w:rsidR="001561D9">
        <w:rPr>
          <w:rFonts w:ascii="Times New Roman" w:hAnsi="Times New Roman" w:cs="Times New Roman"/>
        </w:rPr>
        <w:t xml:space="preserve"> 14</w:t>
      </w:r>
      <w:r w:rsidR="00BD187F">
        <w:rPr>
          <w:rFonts w:ascii="Times New Roman" w:hAnsi="Times New Roman" w:cs="Times New Roman"/>
        </w:rPr>
        <w:t>-03-1989</w:t>
      </w:r>
    </w:p>
    <w:p w14:paraId="4B2D841A" w14:textId="77777777" w:rsidR="00AC5791" w:rsidRPr="00517EF6" w:rsidRDefault="009640B5" w:rsidP="005F17A1">
      <w:pPr>
        <w:rPr>
          <w:rFonts w:ascii="Times New Roman" w:hAnsi="Times New Roman" w:cs="Times New Roman"/>
        </w:rPr>
      </w:pPr>
      <w:r w:rsidRPr="00517EF6">
        <w:rPr>
          <w:rFonts w:ascii="Times New Roman" w:hAnsi="Times New Roman" w:cs="Times New Roman"/>
          <w:b/>
          <w:bCs/>
        </w:rPr>
        <w:t>Marital</w:t>
      </w:r>
      <w:r w:rsidR="00557F81" w:rsidRPr="00517EF6">
        <w:rPr>
          <w:rFonts w:ascii="Times New Roman" w:hAnsi="Times New Roman" w:cs="Times New Roman"/>
          <w:b/>
          <w:bCs/>
        </w:rPr>
        <w:t xml:space="preserve"> status</w:t>
      </w:r>
      <w:r w:rsidR="00AC5791" w:rsidRPr="00517EF6">
        <w:rPr>
          <w:rFonts w:ascii="Times New Roman" w:hAnsi="Times New Roman" w:cs="Times New Roman"/>
        </w:rPr>
        <w:tab/>
      </w:r>
      <w:r w:rsidR="001561D9" w:rsidRPr="00517EF6">
        <w:rPr>
          <w:rFonts w:ascii="Times New Roman" w:hAnsi="Times New Roman" w:cs="Times New Roman"/>
          <w:b/>
          <w:bCs/>
        </w:rPr>
        <w:t>:</w:t>
      </w:r>
      <w:r w:rsidR="001561D9" w:rsidRPr="00517EF6">
        <w:rPr>
          <w:rFonts w:ascii="Times New Roman" w:hAnsi="Times New Roman" w:cs="Times New Roman"/>
        </w:rPr>
        <w:t xml:space="preserve"> married</w:t>
      </w:r>
    </w:p>
    <w:p w14:paraId="2C31C019" w14:textId="77777777" w:rsidR="00AC5791" w:rsidRPr="00517EF6" w:rsidRDefault="00AC5791" w:rsidP="00EF65E7">
      <w:pPr>
        <w:rPr>
          <w:rFonts w:ascii="Times New Roman" w:hAnsi="Times New Roman" w:cs="Times New Roman"/>
        </w:rPr>
      </w:pPr>
      <w:r w:rsidRPr="00517EF6">
        <w:rPr>
          <w:rFonts w:ascii="Times New Roman" w:hAnsi="Times New Roman" w:cs="Times New Roman"/>
          <w:b/>
          <w:bCs/>
        </w:rPr>
        <w:t>Languages Known</w:t>
      </w:r>
      <w:r w:rsidRPr="00517EF6">
        <w:rPr>
          <w:rFonts w:ascii="Times New Roman" w:hAnsi="Times New Roman" w:cs="Times New Roman"/>
        </w:rPr>
        <w:tab/>
      </w:r>
      <w:r w:rsidRPr="00517EF6">
        <w:rPr>
          <w:rFonts w:ascii="Times New Roman" w:hAnsi="Times New Roman" w:cs="Times New Roman"/>
          <w:b/>
          <w:bCs/>
        </w:rPr>
        <w:t>:</w:t>
      </w:r>
      <w:r w:rsidR="009640B5">
        <w:rPr>
          <w:rFonts w:ascii="Times New Roman" w:hAnsi="Times New Roman" w:cs="Times New Roman"/>
          <w:b/>
          <w:bCs/>
        </w:rPr>
        <w:t xml:space="preserve"> </w:t>
      </w:r>
      <w:r w:rsidR="00EF65E7">
        <w:rPr>
          <w:rFonts w:ascii="Times New Roman" w:hAnsi="Times New Roman" w:cs="Times New Roman"/>
        </w:rPr>
        <w:t>Telugu, English,</w:t>
      </w:r>
      <w:r w:rsidR="00EF65E7" w:rsidRPr="00517EF6">
        <w:rPr>
          <w:rFonts w:ascii="Times New Roman" w:hAnsi="Times New Roman" w:cs="Times New Roman"/>
        </w:rPr>
        <w:t xml:space="preserve"> Hindi</w:t>
      </w:r>
      <w:r w:rsidR="00EF65E7">
        <w:rPr>
          <w:rFonts w:ascii="Times New Roman" w:hAnsi="Times New Roman" w:cs="Times New Roman"/>
        </w:rPr>
        <w:t xml:space="preserve"> </w:t>
      </w:r>
      <w:r w:rsidR="00EF65E7" w:rsidRPr="00517EF6">
        <w:rPr>
          <w:rFonts w:ascii="Times New Roman" w:hAnsi="Times New Roman" w:cs="Times New Roman"/>
        </w:rPr>
        <w:t>and</w:t>
      </w:r>
      <w:r w:rsidR="00EF65E7">
        <w:rPr>
          <w:rFonts w:ascii="Times New Roman" w:hAnsi="Times New Roman" w:cs="Times New Roman"/>
        </w:rPr>
        <w:t xml:space="preserve"> </w:t>
      </w:r>
      <w:proofErr w:type="spellStart"/>
      <w:r w:rsidR="00F5786B">
        <w:rPr>
          <w:rFonts w:ascii="Times New Roman" w:hAnsi="Times New Roman" w:cs="Times New Roman"/>
        </w:rPr>
        <w:t>kanada</w:t>
      </w:r>
      <w:proofErr w:type="spellEnd"/>
      <w:r w:rsidR="00B77891" w:rsidRPr="00517EF6">
        <w:rPr>
          <w:rFonts w:ascii="Times New Roman" w:hAnsi="Times New Roman" w:cs="Times New Roman"/>
        </w:rPr>
        <w:t>.</w:t>
      </w:r>
    </w:p>
    <w:p w14:paraId="0BA35315" w14:textId="77777777" w:rsidR="00BD187F" w:rsidRDefault="00EA367F" w:rsidP="00F578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Permanent </w:t>
      </w:r>
      <w:proofErr w:type="gramStart"/>
      <w:r w:rsidRPr="00517EF6">
        <w:rPr>
          <w:rFonts w:ascii="Times New Roman" w:hAnsi="Times New Roman" w:cs="Times New Roman"/>
          <w:b/>
          <w:bCs/>
        </w:rPr>
        <w:t>Address</w:t>
      </w:r>
      <w:r>
        <w:rPr>
          <w:rFonts w:ascii="Times New Roman" w:hAnsi="Times New Roman" w:cs="Times New Roman"/>
          <w:b/>
          <w:bCs/>
        </w:rPr>
        <w:t xml:space="preserve">  :</w:t>
      </w:r>
      <w:proofErr w:type="gramEnd"/>
      <w:r w:rsidR="009640B5">
        <w:rPr>
          <w:rFonts w:ascii="Times New Roman" w:hAnsi="Times New Roman" w:cs="Times New Roman"/>
          <w:b/>
          <w:bCs/>
        </w:rPr>
        <w:t xml:space="preserve"> </w:t>
      </w:r>
      <w:r w:rsidR="00BD187F">
        <w:rPr>
          <w:rFonts w:ascii="Times New Roman" w:hAnsi="Times New Roman" w:cs="Times New Roman"/>
        </w:rPr>
        <w:t>Door no:14/6-a,</w:t>
      </w:r>
    </w:p>
    <w:p w14:paraId="13B6F17F" w14:textId="77777777" w:rsidR="00BD187F" w:rsidRDefault="00BD187F" w:rsidP="00BD187F">
      <w:pPr>
        <w:ind w:left="21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:  </w:t>
      </w:r>
      <w:proofErr w:type="spellStart"/>
      <w:r>
        <w:rPr>
          <w:rFonts w:ascii="Times New Roman" w:hAnsi="Times New Roman" w:cs="Times New Roman"/>
        </w:rPr>
        <w:t>Tekalakona</w:t>
      </w:r>
      <w:proofErr w:type="spellEnd"/>
      <w:r w:rsidR="001561D9">
        <w:rPr>
          <w:rFonts w:ascii="Times New Roman" w:hAnsi="Times New Roman" w:cs="Times New Roman"/>
        </w:rPr>
        <w:t xml:space="preserve">, </w:t>
      </w:r>
      <w:proofErr w:type="spellStart"/>
      <w:r w:rsidR="001561D9">
        <w:rPr>
          <w:rFonts w:ascii="Times New Roman" w:hAnsi="Times New Roman" w:cs="Times New Roman"/>
        </w:rPr>
        <w:t>kalikiri</w:t>
      </w:r>
      <w:proofErr w:type="spellEnd"/>
      <w:r>
        <w:rPr>
          <w:rFonts w:ascii="Times New Roman" w:hAnsi="Times New Roman" w:cs="Times New Roman"/>
        </w:rPr>
        <w:t>,</w:t>
      </w:r>
    </w:p>
    <w:p w14:paraId="6C5B56B2" w14:textId="77777777" w:rsidR="00AC5791" w:rsidRDefault="00BD187F" w:rsidP="00BD187F">
      <w:pPr>
        <w:ind w:left="2160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</w:rPr>
        <w:t xml:space="preserve">: </w:t>
      </w:r>
      <w:proofErr w:type="spellStart"/>
      <w:r w:rsidR="001561D9">
        <w:rPr>
          <w:rFonts w:ascii="Times New Roman" w:hAnsi="Times New Roman" w:cs="Times New Roman"/>
        </w:rPr>
        <w:t>Vayalpadu</w:t>
      </w:r>
      <w:proofErr w:type="spellEnd"/>
      <w:r>
        <w:rPr>
          <w:rFonts w:ascii="Times New Roman" w:hAnsi="Times New Roman" w:cs="Times New Roman"/>
        </w:rPr>
        <w:t xml:space="preserve"> (md)</w:t>
      </w:r>
      <w:r>
        <w:rPr>
          <w:rFonts w:ascii="Times New Roman" w:hAnsi="Times New Roman" w:cs="Times New Roman"/>
          <w:lang w:val="pt-BR"/>
        </w:rPr>
        <w:t xml:space="preserve"> Andhra Pradesh -517277</w:t>
      </w:r>
      <w:r w:rsidR="0078366B">
        <w:rPr>
          <w:rFonts w:ascii="Times New Roman" w:hAnsi="Times New Roman" w:cs="Times New Roman"/>
          <w:lang w:val="pt-BR"/>
        </w:rPr>
        <w:t>.</w:t>
      </w:r>
    </w:p>
    <w:p w14:paraId="0719E866" w14:textId="77777777" w:rsidR="00BD187F" w:rsidRDefault="00BD187F" w:rsidP="00BD187F">
      <w:pPr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 xml:space="preserve">                    PHONE : </w:t>
      </w:r>
      <w:r w:rsidR="00EC42B3">
        <w:rPr>
          <w:rFonts w:ascii="Times New Roman" w:hAnsi="Times New Roman" w:cs="Times New Roman"/>
          <w:lang w:val="pt-BR"/>
        </w:rPr>
        <w:t>9703383033</w:t>
      </w:r>
    </w:p>
    <w:p w14:paraId="07F53CBE" w14:textId="77777777" w:rsidR="00FF5E76" w:rsidRDefault="00FF5E76" w:rsidP="00BD187F">
      <w:pPr>
        <w:jc w:val="both"/>
        <w:rPr>
          <w:rFonts w:ascii="Times New Roman" w:hAnsi="Times New Roman" w:cs="Times New Roman"/>
          <w:lang w:val="pt-BR"/>
        </w:rPr>
      </w:pPr>
    </w:p>
    <w:p w14:paraId="6627F487" w14:textId="77777777" w:rsidR="00FA6EBF" w:rsidRPr="00FA6EBF" w:rsidRDefault="00FA6EBF" w:rsidP="00FA6EBF">
      <w:pPr>
        <w:shd w:val="clear" w:color="auto" w:fill="A6A6A6" w:themeFill="background1" w:themeFillShade="A6"/>
        <w:tabs>
          <w:tab w:val="right" w:pos="9124"/>
        </w:tabs>
        <w:ind w:right="-97"/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JOB EXPERINCE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</w:p>
    <w:p w14:paraId="25DCBF07" w14:textId="77777777" w:rsidR="00EA367F" w:rsidRDefault="00EA367F" w:rsidP="00BD187F">
      <w:pPr>
        <w:jc w:val="both"/>
        <w:rPr>
          <w:rFonts w:ascii="Times New Roman" w:hAnsi="Times New Roman" w:cs="Times New Roman"/>
          <w:lang w:val="pt-BR"/>
        </w:rPr>
      </w:pPr>
    </w:p>
    <w:p w14:paraId="20993D2C" w14:textId="77777777" w:rsidR="00FF5E76" w:rsidRDefault="00FA6EBF" w:rsidP="00BD187F">
      <w:pPr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 xml:space="preserve">1. 2YEARS WORKING IN ANDHRAPRADESH AS FIELD OFFICER AT JAIN </w:t>
      </w:r>
    </w:p>
    <w:p w14:paraId="31CC7B5B" w14:textId="77777777" w:rsidR="001561D9" w:rsidRDefault="00FA6EBF" w:rsidP="00BD187F">
      <w:pPr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IRRIGATIONS</w:t>
      </w:r>
    </w:p>
    <w:p w14:paraId="0CA518A5" w14:textId="77777777" w:rsidR="00FA6EBF" w:rsidRDefault="00FA6EBF" w:rsidP="00BD187F">
      <w:pPr>
        <w:jc w:val="both"/>
        <w:rPr>
          <w:rFonts w:ascii="Times New Roman" w:hAnsi="Times New Roman" w:cs="Times New Roman"/>
          <w:lang w:val="pt-BR"/>
        </w:rPr>
      </w:pPr>
    </w:p>
    <w:p w14:paraId="728F0DCC" w14:textId="22EB3A0D" w:rsidR="00FA6EBF" w:rsidRDefault="00FA6EBF" w:rsidP="00BD187F">
      <w:pPr>
        <w:jc w:val="both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 xml:space="preserve">2. 2YEARS WORKING IN RWANDA(EAST AFRICA) AS WAREHOUSE INCHARGE </w:t>
      </w:r>
      <w:r w:rsidR="00166C80">
        <w:rPr>
          <w:rFonts w:ascii="Times New Roman" w:hAnsi="Times New Roman" w:cs="Times New Roman"/>
          <w:lang w:val="pt-BR"/>
        </w:rPr>
        <w:t xml:space="preserve">&amp; FIELD MANAGEMENT </w:t>
      </w:r>
      <w:r>
        <w:rPr>
          <w:rFonts w:ascii="Times New Roman" w:hAnsi="Times New Roman" w:cs="Times New Roman"/>
          <w:lang w:val="pt-BR"/>
        </w:rPr>
        <w:t>AT NYAGATARE AGRO VENTURES</w:t>
      </w:r>
      <w:r w:rsidR="00FF5E76">
        <w:rPr>
          <w:rFonts w:ascii="Times New Roman" w:hAnsi="Times New Roman" w:cs="Times New Roman"/>
          <w:lang w:val="pt-BR"/>
        </w:rPr>
        <w:t xml:space="preserve"> PVT.LTD.,</w:t>
      </w:r>
    </w:p>
    <w:p w14:paraId="75114397" w14:textId="77777777" w:rsidR="00FA6EBF" w:rsidRDefault="00FA6EBF" w:rsidP="00BD187F">
      <w:pPr>
        <w:jc w:val="both"/>
        <w:rPr>
          <w:rFonts w:ascii="Times New Roman" w:hAnsi="Times New Roman" w:cs="Times New Roman"/>
          <w:lang w:val="pt-BR"/>
        </w:rPr>
      </w:pPr>
    </w:p>
    <w:p w14:paraId="325AFB0E" w14:textId="77777777" w:rsidR="005F17A1" w:rsidRDefault="005F17A1" w:rsidP="00FA6EBF">
      <w:pPr>
        <w:shd w:val="clear" w:color="auto" w:fill="A6A6A6" w:themeFill="background1" w:themeFillShade="A6"/>
        <w:tabs>
          <w:tab w:val="right" w:pos="9124"/>
        </w:tabs>
        <w:ind w:right="-97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</w:rPr>
        <w:t>Personal Abilities:</w:t>
      </w:r>
      <w:r w:rsidR="00FA6EBF">
        <w:rPr>
          <w:rFonts w:ascii="Times New Roman" w:hAnsi="Times New Roman" w:cs="Times New Roman"/>
        </w:rPr>
        <w:tab/>
      </w:r>
    </w:p>
    <w:p w14:paraId="675E2405" w14:textId="77777777" w:rsidR="005F17A1" w:rsidRPr="00517EF6" w:rsidRDefault="005F17A1" w:rsidP="005F17A1">
      <w:pPr>
        <w:ind w:left="2160" w:firstLine="720"/>
        <w:rPr>
          <w:rFonts w:ascii="Times New Roman" w:hAnsi="Times New Roman" w:cs="Times New Roman"/>
          <w:lang w:val="pt-BR"/>
        </w:rPr>
      </w:pPr>
    </w:p>
    <w:p w14:paraId="2198CF27" w14:textId="77777777" w:rsidR="005F17A1" w:rsidRDefault="00AC5791" w:rsidP="00E359E4">
      <w:pPr>
        <w:ind w:firstLine="720"/>
        <w:jc w:val="both"/>
        <w:rPr>
          <w:rFonts w:ascii="Times New Roman" w:hAnsi="Times New Roman" w:cs="Times New Roman"/>
          <w:b/>
          <w:bCs/>
        </w:rPr>
      </w:pPr>
      <w:r w:rsidRPr="00517EF6">
        <w:rPr>
          <w:rFonts w:ascii="Times New Roman" w:hAnsi="Times New Roman" w:cs="Times New Roman"/>
        </w:rPr>
        <w:t>I am confident, positive &amp; flexible in nature. I have a strong determination in performing things. I always try to improve my knowledge in the field of my interest. I always try to achieve perfection in the work. I have the ability to share my ideas &amp; visions while working as a team member &amp; also respect the ideas of others. I have a great inclination for challenging jobs.</w:t>
      </w:r>
    </w:p>
    <w:p w14:paraId="7E4FBDE4" w14:textId="77777777" w:rsidR="0078366B" w:rsidRDefault="0078366B" w:rsidP="005F17A1">
      <w:pPr>
        <w:ind w:firstLine="720"/>
        <w:rPr>
          <w:rFonts w:ascii="Times New Roman" w:hAnsi="Times New Roman" w:cs="Times New Roman"/>
        </w:rPr>
      </w:pPr>
    </w:p>
    <w:p w14:paraId="5434D2E8" w14:textId="77777777" w:rsidR="00AC5791" w:rsidRPr="00517EF6" w:rsidRDefault="00AC5791" w:rsidP="0078366B">
      <w:pPr>
        <w:ind w:firstLine="720"/>
        <w:rPr>
          <w:rFonts w:ascii="Times New Roman" w:hAnsi="Times New Roman" w:cs="Times New Roman"/>
        </w:rPr>
      </w:pPr>
      <w:r w:rsidRPr="00517EF6">
        <w:rPr>
          <w:rFonts w:ascii="Times New Roman" w:hAnsi="Times New Roman" w:cs="Times New Roman"/>
        </w:rPr>
        <w:t xml:space="preserve"> I hereby declare that the information furnished above is true to the best of my knowledge.</w:t>
      </w:r>
    </w:p>
    <w:p w14:paraId="098BEA86" w14:textId="77777777" w:rsidR="000156A4" w:rsidRPr="00517EF6" w:rsidRDefault="000156A4">
      <w:pPr>
        <w:rPr>
          <w:rFonts w:ascii="Times New Roman" w:hAnsi="Times New Roman" w:cs="Times New Roman"/>
          <w:b/>
          <w:bCs/>
        </w:rPr>
      </w:pPr>
    </w:p>
    <w:p w14:paraId="57B0BACB" w14:textId="77777777" w:rsidR="00A96E7A" w:rsidRDefault="00A96E7A" w:rsidP="00A96E7A">
      <w:pPr>
        <w:rPr>
          <w:rFonts w:ascii="Times New Roman" w:hAnsi="Times New Roman" w:cs="Times New Roman"/>
          <w:b/>
          <w:bCs/>
        </w:rPr>
      </w:pPr>
    </w:p>
    <w:p w14:paraId="31FAECB7" w14:textId="77777777" w:rsidR="000156A4" w:rsidRPr="00517EF6" w:rsidRDefault="00AC5791" w:rsidP="00A96E7A">
      <w:pPr>
        <w:rPr>
          <w:rFonts w:ascii="Times New Roman" w:hAnsi="Times New Roman" w:cs="Times New Roman"/>
          <w:b/>
          <w:bCs/>
        </w:rPr>
      </w:pPr>
      <w:r w:rsidRPr="00517EF6">
        <w:rPr>
          <w:rFonts w:ascii="Times New Roman" w:hAnsi="Times New Roman" w:cs="Times New Roman"/>
          <w:b/>
          <w:bCs/>
        </w:rPr>
        <w:t>Place</w:t>
      </w:r>
      <w:r w:rsidRPr="00517EF6">
        <w:rPr>
          <w:rFonts w:ascii="Times New Roman" w:hAnsi="Times New Roman" w:cs="Times New Roman"/>
        </w:rPr>
        <w:t xml:space="preserve">: </w:t>
      </w:r>
      <w:r w:rsidR="00C37DC3">
        <w:rPr>
          <w:rFonts w:ascii="Times New Roman" w:hAnsi="Times New Roman" w:cs="Times New Roman"/>
        </w:rPr>
        <w:tab/>
      </w:r>
      <w:r w:rsidR="00C37DC3">
        <w:rPr>
          <w:rFonts w:ascii="Times New Roman" w:hAnsi="Times New Roman" w:cs="Times New Roman"/>
        </w:rPr>
        <w:tab/>
      </w:r>
      <w:r w:rsidR="002863DC">
        <w:rPr>
          <w:rFonts w:ascii="Times New Roman" w:hAnsi="Times New Roman" w:cs="Times New Roman"/>
          <w:b/>
          <w:bCs/>
        </w:rPr>
        <w:tab/>
      </w:r>
      <w:r w:rsidR="009640B5">
        <w:rPr>
          <w:rFonts w:ascii="Times New Roman" w:hAnsi="Times New Roman" w:cs="Times New Roman"/>
          <w:b/>
          <w:bCs/>
        </w:rPr>
        <w:tab/>
      </w:r>
      <w:r w:rsidR="009640B5">
        <w:rPr>
          <w:rFonts w:ascii="Times New Roman" w:hAnsi="Times New Roman" w:cs="Times New Roman"/>
          <w:b/>
          <w:bCs/>
        </w:rPr>
        <w:tab/>
      </w:r>
      <w:r w:rsidR="009640B5">
        <w:rPr>
          <w:rFonts w:ascii="Times New Roman" w:hAnsi="Times New Roman" w:cs="Times New Roman"/>
          <w:b/>
          <w:bCs/>
        </w:rPr>
        <w:tab/>
      </w:r>
      <w:r w:rsidR="009640B5">
        <w:rPr>
          <w:rFonts w:ascii="Times New Roman" w:hAnsi="Times New Roman" w:cs="Times New Roman"/>
          <w:b/>
          <w:bCs/>
        </w:rPr>
        <w:tab/>
      </w:r>
      <w:r w:rsidR="009640B5">
        <w:rPr>
          <w:rFonts w:ascii="Times New Roman" w:hAnsi="Times New Roman" w:cs="Times New Roman"/>
          <w:b/>
          <w:bCs/>
        </w:rPr>
        <w:tab/>
      </w:r>
      <w:r w:rsidR="009640B5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A96E7A">
        <w:rPr>
          <w:rFonts w:ascii="Times New Roman" w:hAnsi="Times New Roman" w:cs="Times New Roman"/>
          <w:b/>
          <w:bCs/>
        </w:rPr>
        <w:tab/>
      </w:r>
      <w:r w:rsidR="00A96E7A">
        <w:rPr>
          <w:rFonts w:ascii="Times New Roman" w:hAnsi="Times New Roman" w:cs="Times New Roman"/>
          <w:b/>
          <w:bCs/>
        </w:rPr>
        <w:tab/>
      </w:r>
      <w:r w:rsidR="00A96E7A">
        <w:rPr>
          <w:rFonts w:ascii="Times New Roman" w:hAnsi="Times New Roman" w:cs="Times New Roman"/>
          <w:b/>
          <w:bCs/>
        </w:rPr>
        <w:tab/>
      </w:r>
      <w:r w:rsidR="00A96E7A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ab/>
      </w:r>
      <w:r w:rsidR="009640B5">
        <w:rPr>
          <w:rFonts w:ascii="Times New Roman" w:hAnsi="Times New Roman" w:cs="Times New Roman"/>
          <w:b/>
          <w:bCs/>
        </w:rPr>
        <w:tab/>
      </w:r>
      <w:r w:rsidR="001561D9">
        <w:rPr>
          <w:rFonts w:ascii="Times New Roman" w:hAnsi="Times New Roman" w:cs="Times New Roman"/>
          <w:b/>
          <w:bCs/>
        </w:rPr>
        <w:t xml:space="preserve">                          </w:t>
      </w:r>
      <w:r w:rsidR="00A96E7A">
        <w:rPr>
          <w:rFonts w:ascii="Times New Roman" w:hAnsi="Times New Roman" w:cs="Times New Roman"/>
          <w:b/>
          <w:bCs/>
        </w:rPr>
        <w:t xml:space="preserve">                                         </w:t>
      </w:r>
      <w:r w:rsidR="002D01AD" w:rsidRPr="00517EF6">
        <w:rPr>
          <w:rFonts w:ascii="Times New Roman" w:hAnsi="Times New Roman" w:cs="Times New Roman"/>
          <w:b/>
          <w:bCs/>
        </w:rPr>
        <w:t>V.</w:t>
      </w:r>
      <w:r w:rsidR="001561D9">
        <w:rPr>
          <w:rFonts w:ascii="Times New Roman" w:hAnsi="Times New Roman" w:cs="Times New Roman"/>
          <w:b/>
          <w:bCs/>
        </w:rPr>
        <w:t>R.MANI KUMAR</w:t>
      </w:r>
    </w:p>
    <w:p w14:paraId="025802B3" w14:textId="77777777" w:rsidR="00AC5791" w:rsidRPr="00517EF6" w:rsidRDefault="009640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AC5791" w:rsidRPr="00517EF6">
        <w:rPr>
          <w:rFonts w:ascii="Times New Roman" w:hAnsi="Times New Roman" w:cs="Times New Roman"/>
          <w:b/>
          <w:bCs/>
        </w:rPr>
        <w:t>Date:</w:t>
      </w:r>
    </w:p>
    <w:sectPr w:rsidR="00AC5791" w:rsidRPr="00517EF6" w:rsidSect="0078366B">
      <w:pgSz w:w="11907" w:h="16839" w:code="9"/>
      <w:pgMar w:top="1008" w:right="1440" w:bottom="864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82FF0"/>
    <w:multiLevelType w:val="hybridMultilevel"/>
    <w:tmpl w:val="A036CB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3C0056"/>
    <w:multiLevelType w:val="hybridMultilevel"/>
    <w:tmpl w:val="28E43028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9E957DF"/>
    <w:multiLevelType w:val="hybridMultilevel"/>
    <w:tmpl w:val="AE70B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4F2834"/>
    <w:multiLevelType w:val="multilevel"/>
    <w:tmpl w:val="5714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AB6BF6"/>
    <w:multiLevelType w:val="hybridMultilevel"/>
    <w:tmpl w:val="FA30BC36"/>
    <w:lvl w:ilvl="0" w:tplc="04090005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970"/>
        </w:tabs>
        <w:ind w:left="29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690"/>
        </w:tabs>
        <w:ind w:left="36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410"/>
        </w:tabs>
        <w:ind w:left="44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130"/>
        </w:tabs>
        <w:ind w:left="51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850"/>
        </w:tabs>
        <w:ind w:left="58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6570"/>
        </w:tabs>
        <w:ind w:left="65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7290"/>
        </w:tabs>
        <w:ind w:left="72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8010"/>
        </w:tabs>
        <w:ind w:left="8010" w:hanging="360"/>
      </w:pPr>
      <w:rPr>
        <w:rFonts w:ascii="Wingdings" w:hAnsi="Wingdings" w:hint="default"/>
      </w:rPr>
    </w:lvl>
  </w:abstractNum>
  <w:abstractNum w:abstractNumId="5" w15:restartNumberingAfterBreak="0">
    <w:nsid w:val="7F2E4EF9"/>
    <w:multiLevelType w:val="hybridMultilevel"/>
    <w:tmpl w:val="CD2EF4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1CE"/>
    <w:rsid w:val="000039D8"/>
    <w:rsid w:val="000068FD"/>
    <w:rsid w:val="000156A4"/>
    <w:rsid w:val="0002219F"/>
    <w:rsid w:val="0003615C"/>
    <w:rsid w:val="0004272D"/>
    <w:rsid w:val="00056AF0"/>
    <w:rsid w:val="000721CE"/>
    <w:rsid w:val="0007697D"/>
    <w:rsid w:val="00081905"/>
    <w:rsid w:val="00096FED"/>
    <w:rsid w:val="000A0338"/>
    <w:rsid w:val="000B466B"/>
    <w:rsid w:val="000C286B"/>
    <w:rsid w:val="000C40F3"/>
    <w:rsid w:val="000E443E"/>
    <w:rsid w:val="000F728B"/>
    <w:rsid w:val="00105647"/>
    <w:rsid w:val="001134F6"/>
    <w:rsid w:val="00117C36"/>
    <w:rsid w:val="00120B59"/>
    <w:rsid w:val="00130D56"/>
    <w:rsid w:val="00150A5C"/>
    <w:rsid w:val="001561D9"/>
    <w:rsid w:val="00165AE8"/>
    <w:rsid w:val="00166C80"/>
    <w:rsid w:val="001939EC"/>
    <w:rsid w:val="001A759E"/>
    <w:rsid w:val="001B2FFD"/>
    <w:rsid w:val="001D555B"/>
    <w:rsid w:val="001E0E32"/>
    <w:rsid w:val="001E70E8"/>
    <w:rsid w:val="001F2543"/>
    <w:rsid w:val="001F336E"/>
    <w:rsid w:val="00227CE1"/>
    <w:rsid w:val="0023505A"/>
    <w:rsid w:val="002620DC"/>
    <w:rsid w:val="00283AAD"/>
    <w:rsid w:val="00285D97"/>
    <w:rsid w:val="002863DC"/>
    <w:rsid w:val="00291CF7"/>
    <w:rsid w:val="002A015D"/>
    <w:rsid w:val="002A61A5"/>
    <w:rsid w:val="002B78A1"/>
    <w:rsid w:val="002C0A0D"/>
    <w:rsid w:val="002C6B70"/>
    <w:rsid w:val="002D01AD"/>
    <w:rsid w:val="002F2639"/>
    <w:rsid w:val="002F39DE"/>
    <w:rsid w:val="00302961"/>
    <w:rsid w:val="003134D4"/>
    <w:rsid w:val="00325EE3"/>
    <w:rsid w:val="00344248"/>
    <w:rsid w:val="00354FCD"/>
    <w:rsid w:val="00356EC8"/>
    <w:rsid w:val="003779DB"/>
    <w:rsid w:val="00393868"/>
    <w:rsid w:val="003A0192"/>
    <w:rsid w:val="003A39DB"/>
    <w:rsid w:val="003F19BB"/>
    <w:rsid w:val="004077E2"/>
    <w:rsid w:val="00407BC9"/>
    <w:rsid w:val="0041002F"/>
    <w:rsid w:val="004313E2"/>
    <w:rsid w:val="004405F6"/>
    <w:rsid w:val="00471E2E"/>
    <w:rsid w:val="00473857"/>
    <w:rsid w:val="004964AD"/>
    <w:rsid w:val="0049750D"/>
    <w:rsid w:val="004E3E67"/>
    <w:rsid w:val="004F5B7E"/>
    <w:rsid w:val="00514BB5"/>
    <w:rsid w:val="00517EF6"/>
    <w:rsid w:val="005254D2"/>
    <w:rsid w:val="00533F9F"/>
    <w:rsid w:val="005568D6"/>
    <w:rsid w:val="00557F81"/>
    <w:rsid w:val="00562799"/>
    <w:rsid w:val="00570EC5"/>
    <w:rsid w:val="00571285"/>
    <w:rsid w:val="005906BE"/>
    <w:rsid w:val="00591657"/>
    <w:rsid w:val="005B3FAC"/>
    <w:rsid w:val="005F17A1"/>
    <w:rsid w:val="00601332"/>
    <w:rsid w:val="00603A6C"/>
    <w:rsid w:val="0060684A"/>
    <w:rsid w:val="00613965"/>
    <w:rsid w:val="00635D08"/>
    <w:rsid w:val="00650A16"/>
    <w:rsid w:val="00661A70"/>
    <w:rsid w:val="00662BC2"/>
    <w:rsid w:val="00681AA5"/>
    <w:rsid w:val="006A3B79"/>
    <w:rsid w:val="006A68C1"/>
    <w:rsid w:val="006B15DA"/>
    <w:rsid w:val="006B27A2"/>
    <w:rsid w:val="006C1BCB"/>
    <w:rsid w:val="006F1E76"/>
    <w:rsid w:val="006F447E"/>
    <w:rsid w:val="006F586E"/>
    <w:rsid w:val="00713422"/>
    <w:rsid w:val="007327AF"/>
    <w:rsid w:val="007537CB"/>
    <w:rsid w:val="00770938"/>
    <w:rsid w:val="007734C1"/>
    <w:rsid w:val="0078366B"/>
    <w:rsid w:val="007A0B9C"/>
    <w:rsid w:val="007A1455"/>
    <w:rsid w:val="007F2B5F"/>
    <w:rsid w:val="00810300"/>
    <w:rsid w:val="00853279"/>
    <w:rsid w:val="008848A5"/>
    <w:rsid w:val="008B0CE3"/>
    <w:rsid w:val="008C1B6D"/>
    <w:rsid w:val="00905C39"/>
    <w:rsid w:val="009079DA"/>
    <w:rsid w:val="00914856"/>
    <w:rsid w:val="009504EA"/>
    <w:rsid w:val="00953C93"/>
    <w:rsid w:val="00956A06"/>
    <w:rsid w:val="0095797B"/>
    <w:rsid w:val="009640B5"/>
    <w:rsid w:val="00966B0D"/>
    <w:rsid w:val="009A76DF"/>
    <w:rsid w:val="009B2F14"/>
    <w:rsid w:val="009B3BB3"/>
    <w:rsid w:val="009D77A5"/>
    <w:rsid w:val="009E4BCE"/>
    <w:rsid w:val="00A00D7D"/>
    <w:rsid w:val="00A23650"/>
    <w:rsid w:val="00A96137"/>
    <w:rsid w:val="00A96E7A"/>
    <w:rsid w:val="00AB4DA4"/>
    <w:rsid w:val="00AC5791"/>
    <w:rsid w:val="00AE4628"/>
    <w:rsid w:val="00AE4A5F"/>
    <w:rsid w:val="00B0509E"/>
    <w:rsid w:val="00B1282D"/>
    <w:rsid w:val="00B269A9"/>
    <w:rsid w:val="00B57AB1"/>
    <w:rsid w:val="00B67D1E"/>
    <w:rsid w:val="00B77891"/>
    <w:rsid w:val="00BA7F80"/>
    <w:rsid w:val="00BB1EB6"/>
    <w:rsid w:val="00BC0FC5"/>
    <w:rsid w:val="00BD187F"/>
    <w:rsid w:val="00BE5FED"/>
    <w:rsid w:val="00C12258"/>
    <w:rsid w:val="00C13DCA"/>
    <w:rsid w:val="00C17941"/>
    <w:rsid w:val="00C30F16"/>
    <w:rsid w:val="00C37DC3"/>
    <w:rsid w:val="00C43341"/>
    <w:rsid w:val="00C6011D"/>
    <w:rsid w:val="00C65FC6"/>
    <w:rsid w:val="00C730BE"/>
    <w:rsid w:val="00C97801"/>
    <w:rsid w:val="00CA2B31"/>
    <w:rsid w:val="00CA6801"/>
    <w:rsid w:val="00D0131A"/>
    <w:rsid w:val="00D116EF"/>
    <w:rsid w:val="00D279EA"/>
    <w:rsid w:val="00D650BC"/>
    <w:rsid w:val="00D94FB3"/>
    <w:rsid w:val="00DA1726"/>
    <w:rsid w:val="00DC5CDF"/>
    <w:rsid w:val="00E20F8E"/>
    <w:rsid w:val="00E26FD5"/>
    <w:rsid w:val="00E359E4"/>
    <w:rsid w:val="00E35B59"/>
    <w:rsid w:val="00E44377"/>
    <w:rsid w:val="00E6789F"/>
    <w:rsid w:val="00E75A4D"/>
    <w:rsid w:val="00E80716"/>
    <w:rsid w:val="00E82067"/>
    <w:rsid w:val="00EA367F"/>
    <w:rsid w:val="00EB0082"/>
    <w:rsid w:val="00EB128C"/>
    <w:rsid w:val="00EC05C7"/>
    <w:rsid w:val="00EC42B3"/>
    <w:rsid w:val="00ED79F1"/>
    <w:rsid w:val="00EE14CB"/>
    <w:rsid w:val="00EE46C3"/>
    <w:rsid w:val="00EE639D"/>
    <w:rsid w:val="00EF65E7"/>
    <w:rsid w:val="00F237C0"/>
    <w:rsid w:val="00F25365"/>
    <w:rsid w:val="00F5763A"/>
    <w:rsid w:val="00F5786B"/>
    <w:rsid w:val="00F647A8"/>
    <w:rsid w:val="00F72529"/>
    <w:rsid w:val="00F74F14"/>
    <w:rsid w:val="00F83999"/>
    <w:rsid w:val="00FA4C2A"/>
    <w:rsid w:val="00FA6EBF"/>
    <w:rsid w:val="00FF30EC"/>
    <w:rsid w:val="00FF5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32FAB7"/>
  <w15:docId w15:val="{773E2391-468C-4E36-8D2A-A350B4628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05F6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05F6"/>
    <w:pPr>
      <w:outlineLvl w:val="0"/>
    </w:pPr>
  </w:style>
  <w:style w:type="paragraph" w:styleId="Heading3">
    <w:name w:val="heading 3"/>
    <w:basedOn w:val="Normal"/>
    <w:next w:val="Normal"/>
    <w:link w:val="Heading3Char"/>
    <w:uiPriority w:val="99"/>
    <w:qFormat/>
    <w:rsid w:val="00562799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405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62799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4405F6"/>
    <w:pPr>
      <w:widowControl/>
      <w:tabs>
        <w:tab w:val="center" w:pos="4320"/>
        <w:tab w:val="right" w:pos="8640"/>
      </w:tabs>
      <w:autoSpaceDE/>
      <w:autoSpaceDN/>
      <w:adjustRightInd/>
    </w:pPr>
    <w:rPr>
      <w:rFonts w:ascii="Arial" w:hAnsi="Arial" w:cs="Arial"/>
      <w:u w:val="word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405F6"/>
    <w:rPr>
      <w:rFonts w:ascii="Bookman Old Style" w:hAnsi="Bookman Old Style" w:cs="Bookman Old Style"/>
      <w:sz w:val="24"/>
      <w:szCs w:val="24"/>
    </w:rPr>
  </w:style>
  <w:style w:type="paragraph" w:styleId="ListParagraph">
    <w:name w:val="List Paragraph"/>
    <w:basedOn w:val="Normal"/>
    <w:uiPriority w:val="34"/>
    <w:qFormat/>
    <w:rsid w:val="00FA6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62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6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62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2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62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62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62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62156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621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red\Downloads\V.R.%20Mani%20Kumar%20Resume%20(1)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4DEF0-C2DC-4BC5-9EEC-5C48447C3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V.R. Mani Kumar Resume (1) (3)</Template>
  <TotalTime>11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azeez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creator>yared</dc:creator>
  <cp:lastModifiedBy>VR MANI KUMAR</cp:lastModifiedBy>
  <cp:revision>5</cp:revision>
  <cp:lastPrinted>2017-06-07T06:00:00Z</cp:lastPrinted>
  <dcterms:created xsi:type="dcterms:W3CDTF">2017-11-21T06:13:00Z</dcterms:created>
  <dcterms:modified xsi:type="dcterms:W3CDTF">2021-04-20T11:57:00Z</dcterms:modified>
</cp:coreProperties>
</file>